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46CBC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146CB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146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Балканске  државе-</w:t>
            </w:r>
            <w:r w:rsidR="00146CBC" w:rsidRPr="003261B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Србија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146CB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географским  одлика  </w:t>
            </w:r>
            <w:r w:rsidR="00146CBC">
              <w:rPr>
                <w:rFonts w:ascii="Times New Roman" w:hAnsi="Times New Roman"/>
                <w:sz w:val="24"/>
                <w:szCs w:val="24"/>
                <w:lang w:val="sr-Cyrl-CS"/>
              </w:rPr>
              <w:t>Србије</w:t>
            </w:r>
          </w:p>
          <w:p w:rsidR="00530636" w:rsidRPr="008A7B15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8A7B15" w:rsidRPr="008A7B15" w:rsidRDefault="00146CBC" w:rsidP="008A7B1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8A7B15" w:rsidRPr="008A7B15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="008A7B15" w:rsidRPr="008A7B1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издвоји  и  на  карти  покаже  државе  Балканског  полуострва</w:t>
            </w:r>
          </w:p>
          <w:p w:rsidR="008A7B15" w:rsidRPr="008A7B15" w:rsidRDefault="008A7B15" w:rsidP="008A7B1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A7B1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значај  географског положаја  Србије</w:t>
            </w:r>
          </w:p>
          <w:p w:rsidR="00D0461E" w:rsidRPr="00146CBC" w:rsidRDefault="008A7B15" w:rsidP="00215F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A7B15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основне  географске  одлике  Србије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146CBC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ГЕ1.1.3. Препознаје  и чита  географске и  до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пунске  елементе  карте-називе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план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ина,  низија,  река  језера  и  већих  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дова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Србије</w:t>
            </w:r>
          </w:p>
          <w:p w:rsidR="009B224E" w:rsidRPr="009B224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Србије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Србије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146CBC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Србије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 оквиру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Балканског  полуострва,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Јужне  Европе  и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  као целине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657717" w:rsidRPr="00657717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Србији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30636" w:rsidRPr="00530636" w:rsidRDefault="00D012A5" w:rsidP="00146C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Објашњава  утицај  географског  положаја  у  оквиру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Балканског  полуострва</w:t>
            </w: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на</w:t>
            </w:r>
            <w:r w:rsid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основне  природно-географске  и  друштвено-географске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Србије.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Европе</w:t>
            </w:r>
            <w:r w:rsidR="008A7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зидна  карта  Србије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0A4F92" w:rsidP="001D57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Разговарамо  са  ученицима  како  би  се  подстили </w:t>
            </w:r>
            <w:r w:rsidR="00074E6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 ком  се  полуострву  налази  Србија  и  с  којим  се земљама</w:t>
            </w:r>
            <w:r w:rsidR="00074E6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граничи.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074E6B" w:rsidRDefault="000A4F92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</w:t>
            </w:r>
            <w:r w:rsidR="003945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чемо  да  се на  Балканском  полуострву  н</w:t>
            </w:r>
            <w:r w:rsidR="00074E6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лази  9  држава.Инсистирамо да  их   ученици  именују  анализом  географске  карте у  атласу.Подс</w:t>
            </w:r>
            <w:r w:rsidR="003945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ћамо ученике како  је  и кад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настала наша  држава, Република Србија.И</w:t>
            </w:r>
            <w:r w:rsidR="008A7B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тичемо површину и број  становника.Наводимо ученике  да  се  подсете колико има топлотних  појасева  и који су.Захтевамо  да  одреде  у  ком  се  топлотном  појасу налази  Србија.</w:t>
            </w:r>
          </w:p>
          <w:p w:rsidR="00530636" w:rsidRPr="00394504" w:rsidRDefault="000A4F92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Објашњавамо, користећи  географску карту, одлике  рељефа.Наводимо типове  климе,  морске  сливове  и  истичемо  најважније  реке Србије.Упознајемо ученике  са  одлика становништва и  привреде.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0A4F92" w:rsidRDefault="000A4F92" w:rsidP="00394504">
            <w:pPr>
              <w:shd w:val="clear" w:color="auto" w:fill="FFFFFF"/>
              <w:spacing w:before="5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Захтевамо  од  ученика  да</w:t>
            </w:r>
            <w:r w:rsidR="00074E6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наведу  н</w:t>
            </w:r>
            <w:r w:rsidR="00074E6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074E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значејније  научнике,  писце, сликаре  и друге  уметнике,  као  и спортисте  са  простора  Србије.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530636" w:rsidRPr="000A4F92" w:rsidRDefault="000A4F9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СРБИЈА</w:t>
            </w:r>
          </w:p>
          <w:p w:rsidR="00530636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221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Балканско  полуострво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 9  држава</w:t>
            </w:r>
          </w:p>
          <w:p w:rsidR="002217C3" w:rsidRDefault="00455A17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-Република  С</w:t>
            </w:r>
            <w:r w:rsidR="00221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рбија—2006.  године.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-површина ---88361. км кв.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-број  становника---8,7  милиона (2019.)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-северни умерени  појас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-рељеф:  панонска  област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брдско-планинска  област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-клима:  континентална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умереноконтинентална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планинска</w:t>
            </w:r>
          </w:p>
          <w:p w:rsidR="002217C3" w:rsidRDefault="00394504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-воде:  Ц</w:t>
            </w:r>
            <w:r w:rsidR="00221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рноморски  слив—Дунав</w:t>
            </w:r>
          </w:p>
          <w:p w:rsidR="002217C3" w:rsidRDefault="00394504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Е</w:t>
            </w:r>
            <w:r w:rsidR="00221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гејски  слив</w:t>
            </w:r>
          </w:p>
          <w:p w:rsidR="002217C3" w:rsidRDefault="00394504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Ј</w:t>
            </w:r>
            <w:bookmarkStart w:id="0" w:name="_GoBack"/>
            <w:bookmarkEnd w:id="0"/>
            <w:r w:rsidR="00221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адрански  слив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-становништво : густина  насељености  100 ст. по  1 км.кв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Срби, Мађари,  Албанци. Бошњаци....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Београд,  Нови  Сад,  Ниш, Приштина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-привреда:   -пољопривреда-житарице.  инд.  биље,  воће,  винова  лоза</w:t>
            </w:r>
          </w:p>
          <w:p w:rsidR="002217C3" w:rsidRDefault="002217C3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-индустрија-металургија,  аутомобилска,  прехрамбена,  дрвна, хемијска</w:t>
            </w:r>
          </w:p>
          <w:p w:rsidR="00D6605E" w:rsidRPr="008A7B15" w:rsidRDefault="002217C3" w:rsidP="008A7B1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4E6B"/>
    <w:rsid w:val="000A4F92"/>
    <w:rsid w:val="000D1454"/>
    <w:rsid w:val="00146CBC"/>
    <w:rsid w:val="00177289"/>
    <w:rsid w:val="001C6C13"/>
    <w:rsid w:val="001D57CA"/>
    <w:rsid w:val="00215F21"/>
    <w:rsid w:val="002217C3"/>
    <w:rsid w:val="002365E8"/>
    <w:rsid w:val="003261B4"/>
    <w:rsid w:val="003321C2"/>
    <w:rsid w:val="00391413"/>
    <w:rsid w:val="00394504"/>
    <w:rsid w:val="003A7B13"/>
    <w:rsid w:val="003C170C"/>
    <w:rsid w:val="003F1D6D"/>
    <w:rsid w:val="0045123D"/>
    <w:rsid w:val="00455A17"/>
    <w:rsid w:val="00466279"/>
    <w:rsid w:val="00491F36"/>
    <w:rsid w:val="004C7CD5"/>
    <w:rsid w:val="00530636"/>
    <w:rsid w:val="00545C96"/>
    <w:rsid w:val="005F784B"/>
    <w:rsid w:val="00605D58"/>
    <w:rsid w:val="00606767"/>
    <w:rsid w:val="00657717"/>
    <w:rsid w:val="00664F16"/>
    <w:rsid w:val="00670648"/>
    <w:rsid w:val="006F2937"/>
    <w:rsid w:val="007906D8"/>
    <w:rsid w:val="007E6623"/>
    <w:rsid w:val="0080459B"/>
    <w:rsid w:val="00813711"/>
    <w:rsid w:val="00854D2A"/>
    <w:rsid w:val="008A7B15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77F2"/>
    <w:rsid w:val="00F05659"/>
    <w:rsid w:val="00F137B9"/>
    <w:rsid w:val="00F36783"/>
    <w:rsid w:val="00F57D3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5E558-3BF5-42FD-B377-C189B8E29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28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10</cp:revision>
  <cp:lastPrinted>2020-06-23T12:52:00Z</cp:lastPrinted>
  <dcterms:created xsi:type="dcterms:W3CDTF">2020-06-23T20:03:00Z</dcterms:created>
  <dcterms:modified xsi:type="dcterms:W3CDTF">2020-07-03T08:49:00Z</dcterms:modified>
</cp:coreProperties>
</file>